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AF1DE" w14:textId="43D36F77" w:rsidR="00C4103F" w:rsidRPr="00870DB9" w:rsidRDefault="008324D1" w:rsidP="00123A4C">
      <w:pPr>
        <w:pStyle w:val="Nagwek4"/>
        <w:rPr>
          <w:rFonts w:ascii="Arial" w:hAnsi="Arial" w:cs="Arial"/>
          <w:bCs/>
          <w:i w:val="0"/>
          <w:szCs w:val="24"/>
        </w:rPr>
      </w:pPr>
      <w:r w:rsidRPr="00870DB9">
        <w:rPr>
          <w:rFonts w:ascii="Arial" w:hAnsi="Arial" w:cs="Arial"/>
          <w:bCs/>
          <w:i w:val="0"/>
          <w:szCs w:val="24"/>
        </w:rPr>
        <w:t xml:space="preserve"> </w:t>
      </w:r>
      <w:r w:rsidR="0067293C" w:rsidRPr="00870DB9">
        <w:rPr>
          <w:rFonts w:ascii="Arial" w:hAnsi="Arial" w:cs="Arial"/>
          <w:bCs/>
          <w:i w:val="0"/>
          <w:szCs w:val="24"/>
        </w:rPr>
        <w:t>(jeżeli dotyczy)</w:t>
      </w:r>
      <w:r w:rsidR="006676AE" w:rsidRPr="00870DB9">
        <w:rPr>
          <w:rFonts w:ascii="Arial" w:hAnsi="Arial" w:cs="Arial"/>
          <w:szCs w:val="24"/>
        </w:rPr>
        <w:t xml:space="preserve"> </w:t>
      </w:r>
    </w:p>
    <w:p w14:paraId="6AAAF1E0" w14:textId="7315505A" w:rsidR="0067293C" w:rsidRPr="00870DB9" w:rsidRDefault="0067293C" w:rsidP="0067293C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>Nazwa podmiotu udostępniającego zasoby                ..................................................</w:t>
      </w:r>
    </w:p>
    <w:p w14:paraId="6AAAF1E3" w14:textId="2F925E0C" w:rsidR="0067293C" w:rsidRPr="00870DB9" w:rsidRDefault="0067293C" w:rsidP="00123A4C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 xml:space="preserve">Adres podmiotu udostępniającego zasoby                 .................................................... </w:t>
      </w:r>
    </w:p>
    <w:p w14:paraId="6AAAF1E4" w14:textId="77777777" w:rsidR="0067293C" w:rsidRPr="00870DB9" w:rsidRDefault="0067293C" w:rsidP="0067293C">
      <w:pPr>
        <w:spacing w:line="360" w:lineRule="atLeast"/>
        <w:jc w:val="center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870DB9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6AAAF1E5" w14:textId="77777777" w:rsidR="0067293C" w:rsidRPr="00870DB9" w:rsidRDefault="0067293C" w:rsidP="0067293C">
      <w:pPr>
        <w:spacing w:line="36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potwierdzające brak podstaw wykluczenia tego podmiotu oraz spełnianie warunków udziału w postępowaniu w zakresie, w jakim wykonawca powołuje się na jego zasoby</w:t>
      </w:r>
      <w:r w:rsidRPr="00870DB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AAAF1E6" w14:textId="05EB64EA" w:rsidR="0067293C" w:rsidRPr="00870DB9" w:rsidRDefault="0067293C" w:rsidP="0067293C">
      <w:pPr>
        <w:jc w:val="center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składane na podstawie art. 125 ust. 5 ustawy</w:t>
      </w:r>
      <w:r w:rsidR="00065007" w:rsidRPr="00870DB9">
        <w:rPr>
          <w:rFonts w:ascii="Arial" w:hAnsi="Arial" w:cs="Arial"/>
          <w:b/>
          <w:sz w:val="24"/>
          <w:szCs w:val="24"/>
        </w:rPr>
        <w:t xml:space="preserve"> </w:t>
      </w:r>
      <w:r w:rsidRPr="00870DB9">
        <w:rPr>
          <w:rFonts w:ascii="Arial" w:hAnsi="Arial" w:cs="Arial"/>
          <w:b/>
          <w:sz w:val="24"/>
          <w:szCs w:val="24"/>
        </w:rPr>
        <w:t xml:space="preserve"> z dnia 11 września 2019 r. </w:t>
      </w:r>
    </w:p>
    <w:p w14:paraId="6AAAF1E7" w14:textId="77777777" w:rsidR="0067293C" w:rsidRPr="00870DB9" w:rsidRDefault="0067293C" w:rsidP="0067293C">
      <w:pPr>
        <w:jc w:val="center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 xml:space="preserve"> Prawo zamówień publicznych (dalej jako: ustawa Pzp)</w:t>
      </w:r>
    </w:p>
    <w:p w14:paraId="6AAAF1EA" w14:textId="04D9E15A" w:rsidR="0067293C" w:rsidRPr="00870DB9" w:rsidRDefault="0067293C" w:rsidP="001950A8">
      <w:pPr>
        <w:jc w:val="center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w postępowaniu prowadzonym w trybie podstawowym, o którym mowa w art. 275 pkt 1 ustawy Pzp na Sukcesywna dostawa artykułów żywnościowych</w:t>
      </w:r>
      <w:r w:rsidR="00FB700C" w:rsidRPr="00870DB9">
        <w:rPr>
          <w:rFonts w:ascii="Arial" w:hAnsi="Arial" w:cs="Arial"/>
          <w:b/>
          <w:sz w:val="24"/>
          <w:szCs w:val="24"/>
        </w:rPr>
        <w:t xml:space="preserve"> do </w:t>
      </w:r>
      <w:r w:rsidR="008550C8">
        <w:rPr>
          <w:rFonts w:ascii="Arial" w:hAnsi="Arial" w:cs="Arial"/>
          <w:b/>
          <w:sz w:val="24"/>
          <w:szCs w:val="24"/>
        </w:rPr>
        <w:t xml:space="preserve">Szkoły Podstawowej nr 1 im. III Tysiąclecia w Sycowie                                            </w:t>
      </w:r>
      <w:r w:rsidRPr="00870DB9">
        <w:rPr>
          <w:rFonts w:ascii="Arial" w:hAnsi="Arial" w:cs="Arial"/>
          <w:b/>
          <w:sz w:val="24"/>
          <w:szCs w:val="24"/>
        </w:rPr>
        <w:t xml:space="preserve"> zadanie częściowe nr ……………</w:t>
      </w:r>
    </w:p>
    <w:p w14:paraId="6AAAF1EB" w14:textId="12ABE60C" w:rsidR="0067293C" w:rsidRPr="00870DB9" w:rsidRDefault="0067293C" w:rsidP="0067293C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870DB9">
        <w:rPr>
          <w:rFonts w:ascii="Arial" w:hAnsi="Arial" w:cs="Arial"/>
          <w:b/>
        </w:rPr>
        <w:t xml:space="preserve">znak sprawy: </w:t>
      </w:r>
      <w:r w:rsidR="00EC22F5">
        <w:rPr>
          <w:rFonts w:ascii="Arial" w:hAnsi="Arial" w:cs="Arial"/>
          <w:b/>
        </w:rPr>
        <w:t>SP1</w:t>
      </w:r>
      <w:r w:rsidR="00F17B62">
        <w:rPr>
          <w:rFonts w:ascii="Arial" w:hAnsi="Arial" w:cs="Arial"/>
          <w:b/>
        </w:rPr>
        <w:t>.261</w:t>
      </w:r>
      <w:r w:rsidR="00021BA1" w:rsidRPr="00870DB9">
        <w:rPr>
          <w:rFonts w:ascii="Arial" w:hAnsi="Arial" w:cs="Arial"/>
          <w:b/>
        </w:rPr>
        <w:t>.</w:t>
      </w:r>
      <w:r w:rsidR="00870DB9" w:rsidRPr="00870DB9">
        <w:rPr>
          <w:rFonts w:ascii="Arial" w:hAnsi="Arial" w:cs="Arial"/>
          <w:b/>
        </w:rPr>
        <w:t>1</w:t>
      </w:r>
      <w:r w:rsidR="007019D1">
        <w:rPr>
          <w:rFonts w:ascii="Arial" w:hAnsi="Arial" w:cs="Arial"/>
          <w:b/>
        </w:rPr>
        <w:t>/2026</w:t>
      </w:r>
    </w:p>
    <w:p w14:paraId="6AAAF1ED" w14:textId="77777777" w:rsidR="0067293C" w:rsidRPr="00870DB9" w:rsidRDefault="0067293C" w:rsidP="0067293C">
      <w:pPr>
        <w:spacing w:line="276" w:lineRule="auto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14:paraId="37415C50" w14:textId="43A5568B" w:rsidR="001C4221" w:rsidRPr="00870DB9" w:rsidRDefault="0067293C" w:rsidP="001950A8">
      <w:pPr>
        <w:autoSpaceDE w:val="0"/>
        <w:autoSpaceDN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 xml:space="preserve">Oświadczam, że </w:t>
      </w:r>
      <w:r w:rsidRPr="00870DB9">
        <w:rPr>
          <w:rFonts w:ascii="Arial" w:hAnsi="Arial" w:cs="Arial"/>
          <w:bCs/>
          <w:sz w:val="24"/>
          <w:szCs w:val="24"/>
        </w:rPr>
        <w:t xml:space="preserve">nie podlegam wykluczeniu z postępowania na podstawie </w:t>
      </w:r>
      <w:r w:rsidRPr="00870DB9">
        <w:rPr>
          <w:rFonts w:ascii="Arial" w:hAnsi="Arial" w:cs="Arial"/>
          <w:sz w:val="24"/>
          <w:szCs w:val="24"/>
        </w:rPr>
        <w:t xml:space="preserve">art. 108 </w:t>
      </w:r>
      <w:r w:rsidR="008263A0">
        <w:rPr>
          <w:rFonts w:ascii="Arial" w:hAnsi="Arial" w:cs="Arial"/>
          <w:sz w:val="24"/>
          <w:szCs w:val="24"/>
        </w:rPr>
        <w:t xml:space="preserve">               </w:t>
      </w:r>
      <w:r w:rsidRPr="00870DB9">
        <w:rPr>
          <w:rFonts w:ascii="Arial" w:hAnsi="Arial" w:cs="Arial"/>
          <w:sz w:val="24"/>
          <w:szCs w:val="24"/>
        </w:rPr>
        <w:t>ust. 1 ustawy Pzp.</w:t>
      </w:r>
    </w:p>
    <w:p w14:paraId="43B9F666" w14:textId="77777777" w:rsidR="001950A8" w:rsidRPr="00870DB9" w:rsidRDefault="001950A8" w:rsidP="001950A8">
      <w:pPr>
        <w:autoSpaceDE w:val="0"/>
        <w:autoSpaceDN w:val="0"/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44211DE" w14:textId="01E4DAAA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>Oświadczam, że zachodzą w stosunku do mnie podstaw</w:t>
      </w:r>
      <w:bookmarkStart w:id="1" w:name="_GoBack"/>
      <w:bookmarkEnd w:id="1"/>
      <w:r w:rsidRPr="00870DB9">
        <w:rPr>
          <w:rFonts w:ascii="Arial" w:hAnsi="Arial" w:cs="Arial"/>
          <w:sz w:val="24"/>
          <w:szCs w:val="24"/>
        </w:rPr>
        <w:t xml:space="preserve">y wykluczenia z postępowania </w:t>
      </w:r>
      <w:r w:rsidRPr="00870DB9">
        <w:rPr>
          <w:rFonts w:ascii="Arial" w:hAnsi="Arial" w:cs="Arial"/>
          <w:b/>
          <w:bCs/>
          <w:sz w:val="24"/>
          <w:szCs w:val="24"/>
        </w:rPr>
        <w:t>na podstawie art. ……… ustawy PZP</w:t>
      </w:r>
      <w:r w:rsidRPr="00870DB9">
        <w:rPr>
          <w:rFonts w:ascii="Arial" w:hAnsi="Arial" w:cs="Arial"/>
          <w:sz w:val="24"/>
          <w:szCs w:val="24"/>
        </w:rPr>
        <w:t xml:space="preserve"> </w:t>
      </w:r>
      <w:r w:rsidRPr="00870DB9">
        <w:rPr>
          <w:rFonts w:ascii="Arial" w:hAnsi="Arial" w:cs="Arial"/>
          <w:i/>
          <w:sz w:val="24"/>
          <w:szCs w:val="24"/>
        </w:rPr>
        <w:t>(podać mającą zastosowanie podstawę wykluczenia spośród wymienionych w art. 108 ust. 1 ).</w:t>
      </w:r>
      <w:r w:rsidRPr="00870DB9">
        <w:rPr>
          <w:rFonts w:ascii="Arial" w:hAnsi="Arial" w:cs="Arial"/>
          <w:sz w:val="24"/>
          <w:szCs w:val="24"/>
        </w:rPr>
        <w:t xml:space="preserve"> Jednocześnie oświadczam,</w:t>
      </w:r>
      <w:r w:rsidR="008263A0">
        <w:rPr>
          <w:rFonts w:ascii="Arial" w:hAnsi="Arial" w:cs="Arial"/>
          <w:sz w:val="24"/>
          <w:szCs w:val="24"/>
        </w:rPr>
        <w:t xml:space="preserve">                </w:t>
      </w:r>
      <w:r w:rsidRPr="00870DB9">
        <w:rPr>
          <w:rFonts w:ascii="Arial" w:hAnsi="Arial" w:cs="Arial"/>
          <w:sz w:val="24"/>
          <w:szCs w:val="24"/>
        </w:rPr>
        <w:t xml:space="preserve"> że w związku z ww. okolicznością, na podstawie art. 110 ust. 2 ustawy PZP podjąłem następujące środki naprawcze: </w:t>
      </w:r>
    </w:p>
    <w:p w14:paraId="6AAAF1EF" w14:textId="682D7F0D" w:rsidR="0067293C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06F9AB9" w14:textId="145F4044" w:rsidR="001C4221" w:rsidRPr="00870DB9" w:rsidRDefault="0067293C" w:rsidP="001C422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 xml:space="preserve">Oświadczam, że w zakresie, w jakim udostępniam </w:t>
      </w:r>
      <w:r w:rsidRPr="00870DB9">
        <w:rPr>
          <w:rFonts w:ascii="Arial" w:hAnsi="Arial" w:cs="Arial"/>
          <w:bCs/>
          <w:sz w:val="24"/>
          <w:szCs w:val="24"/>
        </w:rPr>
        <w:t xml:space="preserve">w niniejszym postępowaniu </w:t>
      </w:r>
      <w:r w:rsidRPr="00870DB9">
        <w:rPr>
          <w:rFonts w:ascii="Arial" w:hAnsi="Arial" w:cs="Arial"/>
          <w:sz w:val="24"/>
          <w:szCs w:val="24"/>
        </w:rPr>
        <w:t>swoje zasoby wykonawcy, spełniam warunki udziału w postępowaniu, określone przez zamawiającego w  Spe</w:t>
      </w:r>
      <w:r w:rsidR="00D51DF3" w:rsidRPr="00870DB9">
        <w:rPr>
          <w:rFonts w:ascii="Arial" w:hAnsi="Arial" w:cs="Arial"/>
          <w:sz w:val="24"/>
          <w:szCs w:val="24"/>
        </w:rPr>
        <w:t>cyfikacji Warunków Zamówienia.</w:t>
      </w:r>
    </w:p>
    <w:p w14:paraId="303225A8" w14:textId="77777777" w:rsidR="001C4221" w:rsidRPr="00870DB9" w:rsidRDefault="001C4221" w:rsidP="001C422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48F7CBB" w14:textId="77777777" w:rsidR="001C4221" w:rsidRPr="00870DB9" w:rsidRDefault="001C4221" w:rsidP="001C422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OŚWIADCZENIE DOTYCZĄCE PODMIOTYCH ŚRODKÓW DOWODOWYCH:</w:t>
      </w:r>
    </w:p>
    <w:p w14:paraId="5FB0DD63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F29F56F" w14:textId="38F5E179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lastRenderedPageBreak/>
        <w:t xml:space="preserve">Oświadczam, że bezpłatny dostęp do podmiotowych środków dowodowych takich jak ……………(wymienić jaki) można uzyskać pod adresem: …………………………………. </w:t>
      </w:r>
    </w:p>
    <w:p w14:paraId="27B96E54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>i jednocześnie wskazuje ze Zamawiający posiada podmiotowe środki dowodowe takie jak…………………………………………………………………………………………………………………… (wymienić jakie) oraz potwierdzam ich prawidłowość i aktualność.</w:t>
      </w:r>
    </w:p>
    <w:p w14:paraId="0FCA5F8A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14:paraId="61BFEE7F" w14:textId="77777777" w:rsidR="001C4221" w:rsidRPr="00870DB9" w:rsidRDefault="001C4221" w:rsidP="001C422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B2D7546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9F8D0ED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C3370F1" w14:textId="77777777" w:rsidR="001C4221" w:rsidRPr="00870DB9" w:rsidRDefault="001C4221" w:rsidP="0067293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AAAF1F6" w14:textId="77777777" w:rsidR="0067293C" w:rsidRPr="00870DB9" w:rsidRDefault="0067293C" w:rsidP="0067293C">
      <w:pPr>
        <w:tabs>
          <w:tab w:val="left" w:pos="360"/>
        </w:tabs>
        <w:spacing w:line="276" w:lineRule="auto"/>
        <w:ind w:left="360" w:hanging="360"/>
        <w:jc w:val="right"/>
        <w:rPr>
          <w:rFonts w:ascii="Arial" w:hAnsi="Arial" w:cs="Arial"/>
          <w:b/>
          <w:sz w:val="24"/>
          <w:szCs w:val="24"/>
        </w:rPr>
      </w:pPr>
    </w:p>
    <w:p w14:paraId="6AAAF1F7" w14:textId="5E075034" w:rsidR="0067293C" w:rsidRPr="00870DB9" w:rsidRDefault="0067293C" w:rsidP="0067293C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  <w:i/>
          <w:sz w:val="24"/>
          <w:szCs w:val="24"/>
        </w:rPr>
      </w:pPr>
      <w:r w:rsidRPr="00870DB9">
        <w:rPr>
          <w:rFonts w:ascii="Arial" w:hAnsi="Arial" w:cs="Arial"/>
          <w:bCs/>
          <w:i/>
          <w:sz w:val="24"/>
          <w:szCs w:val="24"/>
        </w:rPr>
        <w:t>…………………………………</w:t>
      </w:r>
    </w:p>
    <w:p w14:paraId="092FAAE7" w14:textId="5289C166" w:rsidR="00750E93" w:rsidRPr="00870DB9" w:rsidRDefault="00750E93" w:rsidP="00870DB9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  <w:i/>
          <w:sz w:val="24"/>
          <w:szCs w:val="24"/>
        </w:rPr>
      </w:pPr>
      <w:r w:rsidRPr="00870DB9"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</w:t>
      </w:r>
      <w:r w:rsidR="00B870C5" w:rsidRPr="00870DB9">
        <w:rPr>
          <w:rFonts w:ascii="Arial" w:hAnsi="Arial" w:cs="Arial"/>
          <w:bCs/>
          <w:i/>
          <w:sz w:val="24"/>
          <w:szCs w:val="24"/>
        </w:rPr>
        <w:t xml:space="preserve">                   </w:t>
      </w:r>
      <w:r w:rsidRPr="00870DB9">
        <w:rPr>
          <w:rFonts w:ascii="Arial" w:hAnsi="Arial" w:cs="Arial"/>
          <w:bCs/>
          <w:i/>
          <w:sz w:val="24"/>
          <w:szCs w:val="24"/>
        </w:rPr>
        <w:t xml:space="preserve">    </w:t>
      </w:r>
      <w:r w:rsidR="00870DB9">
        <w:rPr>
          <w:rFonts w:ascii="Arial" w:hAnsi="Arial" w:cs="Arial"/>
          <w:bCs/>
          <w:i/>
          <w:sz w:val="24"/>
          <w:szCs w:val="24"/>
        </w:rPr>
        <w:t xml:space="preserve">           </w:t>
      </w:r>
      <w:r w:rsidR="00104F73" w:rsidRPr="00870DB9">
        <w:rPr>
          <w:rFonts w:ascii="Arial" w:hAnsi="Arial" w:cs="Arial"/>
          <w:bCs/>
          <w:i/>
          <w:sz w:val="24"/>
          <w:szCs w:val="24"/>
        </w:rPr>
        <w:t>(Podpis)</w:t>
      </w:r>
    </w:p>
    <w:p w14:paraId="67583365" w14:textId="42B072A8" w:rsidR="00104F73" w:rsidRPr="00870DB9" w:rsidRDefault="00104F73" w:rsidP="00750E9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/>
          <w:sz w:val="24"/>
          <w:szCs w:val="24"/>
        </w:rPr>
      </w:pPr>
      <w:r w:rsidRPr="00870DB9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750E93" w:rsidRPr="00870DB9">
        <w:rPr>
          <w:rFonts w:ascii="Arial" w:hAnsi="Arial" w:cs="Arial"/>
          <w:b/>
          <w:bCs/>
          <w:i/>
          <w:sz w:val="24"/>
          <w:szCs w:val="24"/>
        </w:rPr>
        <w:t>UWAGA: DOKUMENT NALEŻY PODPISAC KWALIFIKOWANYM PODPISEM ELEKTRONICZNYM, PODPISEM ZAUFANYM LUB PODPISEM OSOBISTYM</w:t>
      </w:r>
    </w:p>
    <w:p w14:paraId="6AAAF1F8" w14:textId="77777777" w:rsidR="001A0007" w:rsidRPr="00870DB9" w:rsidRDefault="001A0007" w:rsidP="00ED0AC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1A0007" w:rsidRPr="00870DB9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986EF" w14:textId="77777777" w:rsidR="00B141F2" w:rsidRDefault="00B141F2" w:rsidP="0038231F">
      <w:pPr>
        <w:spacing w:after="0" w:line="240" w:lineRule="auto"/>
      </w:pPr>
      <w:r>
        <w:separator/>
      </w:r>
    </w:p>
  </w:endnote>
  <w:endnote w:type="continuationSeparator" w:id="0">
    <w:p w14:paraId="245B639E" w14:textId="77777777" w:rsidR="00B141F2" w:rsidRDefault="00B141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ED745" w14:textId="77777777" w:rsidR="006A35ED" w:rsidRDefault="006A35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AF200" w14:textId="574CB548" w:rsidR="00F8042D" w:rsidRDefault="00F8042D">
    <w:pPr>
      <w:pStyle w:val="Stopka"/>
      <w:jc w:val="right"/>
    </w:pPr>
    <w:r>
      <w:t xml:space="preserve">Strona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8B5E66">
      <w:rPr>
        <w:b/>
        <w:bCs/>
        <w:sz w:val="24"/>
        <w:szCs w:val="24"/>
      </w:rPr>
      <w:fldChar w:fldCharType="separate"/>
    </w:r>
    <w:r w:rsidR="007019D1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  <w:r>
      <w:t xml:space="preserve"> z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8B5E66">
      <w:rPr>
        <w:b/>
        <w:bCs/>
        <w:sz w:val="24"/>
        <w:szCs w:val="24"/>
      </w:rPr>
      <w:fldChar w:fldCharType="separate"/>
    </w:r>
    <w:r w:rsidR="007019D1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</w:p>
  <w:p w14:paraId="6AAAF201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8A0AE" w14:textId="77777777" w:rsidR="006A35ED" w:rsidRDefault="006A35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90A55" w14:textId="77777777" w:rsidR="00B141F2" w:rsidRDefault="00B141F2" w:rsidP="0038231F">
      <w:pPr>
        <w:spacing w:after="0" w:line="240" w:lineRule="auto"/>
      </w:pPr>
      <w:bookmarkStart w:id="0" w:name="_Hlk71833610"/>
      <w:bookmarkEnd w:id="0"/>
      <w:r>
        <w:separator/>
      </w:r>
    </w:p>
  </w:footnote>
  <w:footnote w:type="continuationSeparator" w:id="0">
    <w:p w14:paraId="25269B4C" w14:textId="77777777" w:rsidR="00B141F2" w:rsidRDefault="00B141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B7C08" w14:textId="77777777" w:rsidR="006A35ED" w:rsidRDefault="006A35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C110D" w14:textId="6F974476" w:rsidR="00870DB9" w:rsidRDefault="008324D1" w:rsidP="008324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x-none"/>
      </w:rPr>
    </w:pPr>
    <w:r w:rsidRPr="008324D1">
      <w:rPr>
        <w:rFonts w:ascii="Times New Roman" w:eastAsia="Times New Roman" w:hAnsi="Times New Roman"/>
        <w:sz w:val="20"/>
        <w:szCs w:val="20"/>
        <w:lang w:eastAsia="x-none"/>
      </w:rPr>
      <w:t xml:space="preserve"> </w:t>
    </w:r>
  </w:p>
  <w:p w14:paraId="6E9AD10E" w14:textId="46B68D35" w:rsidR="008263A0" w:rsidRDefault="006A35ED" w:rsidP="008324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x-none"/>
      </w:rPr>
    </w:pPr>
    <w:r>
      <w:rPr>
        <w:rFonts w:ascii="Times New Roman" w:eastAsia="Times New Roman" w:hAnsi="Times New Roman"/>
        <w:sz w:val="20"/>
        <w:szCs w:val="20"/>
        <w:lang w:eastAsia="x-none"/>
      </w:rPr>
      <w:t xml:space="preserve">Załącznik Nr 3a </w:t>
    </w:r>
    <w:r w:rsidRPr="008324D1">
      <w:rPr>
        <w:rFonts w:ascii="Times New Roman" w:eastAsia="Times New Roman" w:hAnsi="Times New Roman"/>
        <w:sz w:val="20"/>
        <w:szCs w:val="20"/>
        <w:lang w:eastAsia="x-none"/>
      </w:rPr>
      <w:t xml:space="preserve"> do SWZ </w:t>
    </w:r>
    <w:r>
      <w:rPr>
        <w:rFonts w:ascii="Times New Roman" w:eastAsia="Times New Roman" w:hAnsi="Times New Roman"/>
        <w:sz w:val="20"/>
        <w:szCs w:val="20"/>
        <w:lang w:eastAsia="x-none"/>
      </w:rPr>
      <w:t xml:space="preserve"> Oświadczenie podmiotu udostepniającego zasoby </w:t>
    </w:r>
  </w:p>
  <w:p w14:paraId="001FB462" w14:textId="68778F35" w:rsidR="008324D1" w:rsidRPr="008324D1" w:rsidRDefault="008324D1" w:rsidP="008324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x-none"/>
      </w:rPr>
    </w:pPr>
    <w:r w:rsidRPr="008324D1">
      <w:rPr>
        <w:rFonts w:ascii="Times New Roman" w:eastAsia="Times New Roman" w:hAnsi="Times New Roman"/>
        <w:sz w:val="20"/>
        <w:szCs w:val="20"/>
        <w:lang w:eastAsia="x-none"/>
      </w:rPr>
      <w:t xml:space="preserve">Sukcesywna dostawa artykułów żywnościowych do </w:t>
    </w:r>
    <w:r w:rsidR="00EC22F5">
      <w:rPr>
        <w:rFonts w:ascii="Times New Roman" w:eastAsia="Times New Roman" w:hAnsi="Times New Roman"/>
        <w:sz w:val="20"/>
        <w:szCs w:val="20"/>
        <w:lang w:eastAsia="x-none"/>
      </w:rPr>
      <w:t>Szkoły Podstawowej Nr 1 im. III Tys</w:t>
    </w:r>
    <w:r w:rsidR="008263A0">
      <w:rPr>
        <w:rFonts w:ascii="Times New Roman" w:eastAsia="Times New Roman" w:hAnsi="Times New Roman"/>
        <w:sz w:val="20"/>
        <w:szCs w:val="20"/>
        <w:lang w:eastAsia="x-none"/>
      </w:rPr>
      <w:t xml:space="preserve">iąclecia  </w:t>
    </w:r>
    <w:r w:rsidRPr="008324D1">
      <w:rPr>
        <w:rFonts w:ascii="Times New Roman" w:eastAsia="Times New Roman" w:hAnsi="Times New Roman"/>
        <w:sz w:val="20"/>
        <w:szCs w:val="20"/>
        <w:lang w:eastAsia="x-none"/>
      </w:rPr>
      <w:t xml:space="preserve">w Sycowie </w:t>
    </w:r>
  </w:p>
  <w:p w14:paraId="3D9A4FCE" w14:textId="70E4DF50" w:rsidR="008324D1" w:rsidRDefault="008324D1">
    <w:pPr>
      <w:pStyle w:val="Nagwek"/>
    </w:pPr>
  </w:p>
  <w:p w14:paraId="6AAAF1FE" w14:textId="77777777" w:rsidR="00224743" w:rsidRDefault="002247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E8D66" w14:textId="77777777" w:rsidR="006A35ED" w:rsidRDefault="006A35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43"/>
    <w:rsid w:val="00021BA1"/>
    <w:rsid w:val="00023477"/>
    <w:rsid w:val="000247FF"/>
    <w:rsid w:val="00025C8D"/>
    <w:rsid w:val="000303EE"/>
    <w:rsid w:val="00041865"/>
    <w:rsid w:val="0005473D"/>
    <w:rsid w:val="00065007"/>
    <w:rsid w:val="00073C3D"/>
    <w:rsid w:val="000809B6"/>
    <w:rsid w:val="000857C0"/>
    <w:rsid w:val="000B0B31"/>
    <w:rsid w:val="000B1025"/>
    <w:rsid w:val="000B4629"/>
    <w:rsid w:val="000B54D1"/>
    <w:rsid w:val="000C021E"/>
    <w:rsid w:val="000C18AF"/>
    <w:rsid w:val="000D6F17"/>
    <w:rsid w:val="000D73C4"/>
    <w:rsid w:val="000E4D37"/>
    <w:rsid w:val="000F5965"/>
    <w:rsid w:val="00104F73"/>
    <w:rsid w:val="00110593"/>
    <w:rsid w:val="00123A4C"/>
    <w:rsid w:val="00160A7A"/>
    <w:rsid w:val="001902D2"/>
    <w:rsid w:val="001950A8"/>
    <w:rsid w:val="001A0007"/>
    <w:rsid w:val="001C4221"/>
    <w:rsid w:val="001C6945"/>
    <w:rsid w:val="001F027E"/>
    <w:rsid w:val="00203A40"/>
    <w:rsid w:val="00207504"/>
    <w:rsid w:val="002168A8"/>
    <w:rsid w:val="00224743"/>
    <w:rsid w:val="00232DF0"/>
    <w:rsid w:val="002426FF"/>
    <w:rsid w:val="00255142"/>
    <w:rsid w:val="00256CEC"/>
    <w:rsid w:val="00262D61"/>
    <w:rsid w:val="002713EB"/>
    <w:rsid w:val="00284368"/>
    <w:rsid w:val="00290B01"/>
    <w:rsid w:val="00292198"/>
    <w:rsid w:val="002B2AD9"/>
    <w:rsid w:val="002C1C7B"/>
    <w:rsid w:val="002C4137"/>
    <w:rsid w:val="002C4948"/>
    <w:rsid w:val="002C49B4"/>
    <w:rsid w:val="002E641A"/>
    <w:rsid w:val="00313417"/>
    <w:rsid w:val="00313911"/>
    <w:rsid w:val="00333209"/>
    <w:rsid w:val="00337073"/>
    <w:rsid w:val="00350CD9"/>
    <w:rsid w:val="00351F8A"/>
    <w:rsid w:val="00357C42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2940"/>
    <w:rsid w:val="004761C6"/>
    <w:rsid w:val="0047664E"/>
    <w:rsid w:val="00476E7D"/>
    <w:rsid w:val="00482F6E"/>
    <w:rsid w:val="00484F88"/>
    <w:rsid w:val="004B7BE3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4311"/>
    <w:rsid w:val="00641874"/>
    <w:rsid w:val="006676AE"/>
    <w:rsid w:val="00672806"/>
    <w:rsid w:val="0067293C"/>
    <w:rsid w:val="006A35ED"/>
    <w:rsid w:val="006A3A1F"/>
    <w:rsid w:val="006A52B6"/>
    <w:rsid w:val="006B1146"/>
    <w:rsid w:val="006B2AF8"/>
    <w:rsid w:val="006F0034"/>
    <w:rsid w:val="006F3D32"/>
    <w:rsid w:val="007019D1"/>
    <w:rsid w:val="00706FC8"/>
    <w:rsid w:val="00710937"/>
    <w:rsid w:val="007118F0"/>
    <w:rsid w:val="0072560B"/>
    <w:rsid w:val="00746532"/>
    <w:rsid w:val="00750E93"/>
    <w:rsid w:val="00751725"/>
    <w:rsid w:val="00756C8F"/>
    <w:rsid w:val="00757EFB"/>
    <w:rsid w:val="007840F2"/>
    <w:rsid w:val="007936D6"/>
    <w:rsid w:val="007961C8"/>
    <w:rsid w:val="007A5BBC"/>
    <w:rsid w:val="007B01C8"/>
    <w:rsid w:val="007D5B61"/>
    <w:rsid w:val="007E1387"/>
    <w:rsid w:val="007E2F69"/>
    <w:rsid w:val="00804F07"/>
    <w:rsid w:val="00805421"/>
    <w:rsid w:val="00824394"/>
    <w:rsid w:val="00825A09"/>
    <w:rsid w:val="008263A0"/>
    <w:rsid w:val="00830AB1"/>
    <w:rsid w:val="008324D1"/>
    <w:rsid w:val="00833FCD"/>
    <w:rsid w:val="00840372"/>
    <w:rsid w:val="00842991"/>
    <w:rsid w:val="00844EE8"/>
    <w:rsid w:val="008550C8"/>
    <w:rsid w:val="00870DB9"/>
    <w:rsid w:val="008757E1"/>
    <w:rsid w:val="00892E48"/>
    <w:rsid w:val="008B5E66"/>
    <w:rsid w:val="008C5709"/>
    <w:rsid w:val="008C6DF8"/>
    <w:rsid w:val="008D0487"/>
    <w:rsid w:val="008E2F94"/>
    <w:rsid w:val="008F3B4E"/>
    <w:rsid w:val="0091264E"/>
    <w:rsid w:val="009301A2"/>
    <w:rsid w:val="009339BA"/>
    <w:rsid w:val="009339CE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15BC"/>
    <w:rsid w:val="009C7756"/>
    <w:rsid w:val="009D1CA1"/>
    <w:rsid w:val="009D7EDB"/>
    <w:rsid w:val="009F6C22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41F2"/>
    <w:rsid w:val="00B15219"/>
    <w:rsid w:val="00B15FD3"/>
    <w:rsid w:val="00B31CCB"/>
    <w:rsid w:val="00B34079"/>
    <w:rsid w:val="00B36ABD"/>
    <w:rsid w:val="00B55D96"/>
    <w:rsid w:val="00B6010C"/>
    <w:rsid w:val="00B75661"/>
    <w:rsid w:val="00B8005E"/>
    <w:rsid w:val="00B870C5"/>
    <w:rsid w:val="00B90518"/>
    <w:rsid w:val="00B90E42"/>
    <w:rsid w:val="00BB0C3C"/>
    <w:rsid w:val="00BF19BA"/>
    <w:rsid w:val="00C014B5"/>
    <w:rsid w:val="00C109D6"/>
    <w:rsid w:val="00C113BF"/>
    <w:rsid w:val="00C4103F"/>
    <w:rsid w:val="00C57DEB"/>
    <w:rsid w:val="00C622AE"/>
    <w:rsid w:val="00C737A7"/>
    <w:rsid w:val="00C81012"/>
    <w:rsid w:val="00C909B9"/>
    <w:rsid w:val="00C95299"/>
    <w:rsid w:val="00C963CB"/>
    <w:rsid w:val="00CD0851"/>
    <w:rsid w:val="00CD394F"/>
    <w:rsid w:val="00D07676"/>
    <w:rsid w:val="00D23F3D"/>
    <w:rsid w:val="00D2702A"/>
    <w:rsid w:val="00D32173"/>
    <w:rsid w:val="00D34D9A"/>
    <w:rsid w:val="00D409DE"/>
    <w:rsid w:val="00D42C9B"/>
    <w:rsid w:val="00D51DF3"/>
    <w:rsid w:val="00D531D5"/>
    <w:rsid w:val="00D7532C"/>
    <w:rsid w:val="00DA6EC7"/>
    <w:rsid w:val="00DD146A"/>
    <w:rsid w:val="00DD3E9D"/>
    <w:rsid w:val="00DE1E94"/>
    <w:rsid w:val="00E022A1"/>
    <w:rsid w:val="00E21B42"/>
    <w:rsid w:val="00E24546"/>
    <w:rsid w:val="00E309E9"/>
    <w:rsid w:val="00E31C06"/>
    <w:rsid w:val="00E33351"/>
    <w:rsid w:val="00E37189"/>
    <w:rsid w:val="00E60C28"/>
    <w:rsid w:val="00E64482"/>
    <w:rsid w:val="00E65685"/>
    <w:rsid w:val="00E73190"/>
    <w:rsid w:val="00E73CEB"/>
    <w:rsid w:val="00EB7CDE"/>
    <w:rsid w:val="00EC22F5"/>
    <w:rsid w:val="00EC7234"/>
    <w:rsid w:val="00ED0AC9"/>
    <w:rsid w:val="00EE1FBF"/>
    <w:rsid w:val="00EE40F5"/>
    <w:rsid w:val="00EE5498"/>
    <w:rsid w:val="00EF74CA"/>
    <w:rsid w:val="00F04280"/>
    <w:rsid w:val="00F17B62"/>
    <w:rsid w:val="00F365F2"/>
    <w:rsid w:val="00F43919"/>
    <w:rsid w:val="00F66810"/>
    <w:rsid w:val="00F8042D"/>
    <w:rsid w:val="00F8636A"/>
    <w:rsid w:val="00F90CD1"/>
    <w:rsid w:val="00FB700C"/>
    <w:rsid w:val="00FC0317"/>
    <w:rsid w:val="00FC395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AF1DA"/>
  <w15:docId w15:val="{66ADF6A8-71D2-491F-A6E4-2A17E7C0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6CC01-036E-4CA2-B9DE-0525C5ABC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annatopór</dc:creator>
  <cp:keywords/>
  <cp:lastModifiedBy>admin</cp:lastModifiedBy>
  <cp:revision>2</cp:revision>
  <cp:lastPrinted>2023-03-13T12:12:00Z</cp:lastPrinted>
  <dcterms:created xsi:type="dcterms:W3CDTF">2025-12-29T13:16:00Z</dcterms:created>
  <dcterms:modified xsi:type="dcterms:W3CDTF">2025-12-29T13:16:00Z</dcterms:modified>
</cp:coreProperties>
</file>